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F0" w:rsidRPr="00854FF0" w:rsidRDefault="00B25029" w:rsidP="00854FF0">
      <w:pPr>
        <w:pStyle w:val="OZNPROJEKTUwskazaniedatylubwersjiprojektu"/>
      </w:pPr>
      <w:r>
        <w:t xml:space="preserve">Projekt z dnia </w:t>
      </w:r>
      <w:r w:rsidR="00D45730">
        <w:t>29</w:t>
      </w:r>
      <w:r w:rsidR="001F315F">
        <w:t>.10</w:t>
      </w:r>
      <w:r>
        <w:t>.</w:t>
      </w:r>
      <w:r w:rsidR="000F7643">
        <w:t xml:space="preserve">2019 </w:t>
      </w:r>
      <w:r>
        <w:t>r.</w:t>
      </w:r>
    </w:p>
    <w:p w:rsidR="00854FF0" w:rsidRPr="00854FF0" w:rsidRDefault="00B25029" w:rsidP="00854FF0">
      <w:pPr>
        <w:pStyle w:val="OZNRODZAKTUtznustawalubrozporzdzenieiorganwydajcy"/>
      </w:pPr>
      <w:r w:rsidRPr="00854FF0">
        <w:t>ROZPORZĄDZENIE</w:t>
      </w:r>
    </w:p>
    <w:p w:rsidR="00854FF0" w:rsidRPr="00854FF0" w:rsidRDefault="00B25029" w:rsidP="00854FF0">
      <w:pPr>
        <w:pStyle w:val="OZNRODZAKTUtznustawalubrozporzdzenieiorganwydajcy"/>
      </w:pPr>
      <w:r>
        <w:t>MINISTRA ZDROWIA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 w:rsidRPr="00854FF0">
        <w:t xml:space="preserve"> </w:t>
      </w:r>
    </w:p>
    <w:p w:rsidR="00854FF0" w:rsidRPr="00854FF0" w:rsidRDefault="00B25029" w:rsidP="00854FF0">
      <w:pPr>
        <w:pStyle w:val="DATAAKTUdatauchwalenialubwydaniaaktu"/>
      </w:pPr>
      <w:r w:rsidRPr="00854FF0">
        <w:t xml:space="preserve">z dnia .................... </w:t>
      </w:r>
      <w:r w:rsidR="00FD7313" w:rsidRPr="00854FF0">
        <w:t>201</w:t>
      </w:r>
      <w:r w:rsidR="00FD7313">
        <w:t>9</w:t>
      </w:r>
      <w:r w:rsidR="00FD7313" w:rsidRPr="00854FF0">
        <w:t xml:space="preserve"> </w:t>
      </w:r>
      <w:r w:rsidRPr="00854FF0">
        <w:t>r.</w:t>
      </w:r>
    </w:p>
    <w:p w:rsidR="00854FF0" w:rsidRPr="00854FF0" w:rsidRDefault="00B25029" w:rsidP="00FD7313">
      <w:pPr>
        <w:pStyle w:val="TYTUAKTUprzedmiotregulacjiustawylubrozporzdzenia"/>
      </w:pPr>
      <w:r w:rsidRPr="00854271">
        <w:t xml:space="preserve">w sprawie </w:t>
      </w:r>
      <w:r w:rsidR="00795C59">
        <w:rPr>
          <w:rStyle w:val="Ppogrubienie"/>
        </w:rPr>
        <w:t>R</w:t>
      </w:r>
      <w:r w:rsidR="00795C59" w:rsidRPr="00854271">
        <w:rPr>
          <w:rStyle w:val="Ppogrubienie"/>
          <w:b/>
        </w:rPr>
        <w:t xml:space="preserve">ejestru </w:t>
      </w:r>
      <w:r w:rsidR="00795C59">
        <w:rPr>
          <w:rStyle w:val="Ppogrubienie"/>
        </w:rPr>
        <w:t>O</w:t>
      </w:r>
      <w:r w:rsidR="00795C59" w:rsidRPr="00854271">
        <w:rPr>
          <w:rStyle w:val="Ppogrubienie"/>
          <w:b/>
        </w:rPr>
        <w:t xml:space="preserve">peracji </w:t>
      </w:r>
      <w:r w:rsidR="00795C59" w:rsidRPr="00FD7313">
        <w:rPr>
          <w:rStyle w:val="Ppogrubienie"/>
          <w:b/>
        </w:rPr>
        <w:t>Naczyniowych</w:t>
      </w:r>
    </w:p>
    <w:p w:rsidR="007C0A96" w:rsidRDefault="00B25029" w:rsidP="00BF65EC">
      <w:pPr>
        <w:pStyle w:val="NIEARTTEKSTtekstnieartykuowanynppodstprawnarozplubpreambua"/>
      </w:pPr>
      <w:r w:rsidRPr="00854FF0">
        <w:t xml:space="preserve">Na podstawie art. 20 ust. 1 ustawy z dnia 28 kwietnia </w:t>
      </w:r>
      <w:r>
        <w:t>2011 r. o systemie informacji w </w:t>
      </w:r>
      <w:r w:rsidRPr="00854FF0">
        <w:t xml:space="preserve">ochronie zdrowia (Dz. U. </w:t>
      </w:r>
      <w:r w:rsidR="00D62421" w:rsidRPr="00D62421">
        <w:t>z 2019 r. poz. 408 i 730</w:t>
      </w:r>
      <w:r w:rsidRPr="00854FF0">
        <w:t>) zarządza się, co następuje:</w:t>
      </w:r>
    </w:p>
    <w:p w:rsidR="007C0A96" w:rsidRPr="007C0A96" w:rsidRDefault="00B25029" w:rsidP="007C0A96">
      <w:pPr>
        <w:pStyle w:val="ARTartustawynprozporzdzenia"/>
      </w:pPr>
      <w:r w:rsidRPr="007C0A96">
        <w:rPr>
          <w:rStyle w:val="Ppogrubienie"/>
        </w:rPr>
        <w:t>§  1.</w:t>
      </w:r>
      <w:r w:rsidRPr="007C0A96">
        <w:t xml:space="preserve"> Rozporządzenie określa:</w:t>
      </w:r>
    </w:p>
    <w:p w:rsidR="007C0A96" w:rsidRPr="007C0A96" w:rsidRDefault="00B25029" w:rsidP="007C0A96">
      <w:pPr>
        <w:pStyle w:val="PKTpunkt"/>
      </w:pPr>
      <w:r w:rsidRPr="007C0A96">
        <w:t>1)</w:t>
      </w:r>
      <w:r w:rsidRPr="007C0A96">
        <w:tab/>
        <w:t xml:space="preserve">podmiot prowadzący </w:t>
      </w:r>
      <w:r w:rsidR="001F315F">
        <w:t>R</w:t>
      </w:r>
      <w:r w:rsidR="001F315F" w:rsidRPr="007C0A96">
        <w:t xml:space="preserve">ejestr </w:t>
      </w:r>
      <w:r w:rsidR="001F315F">
        <w:t>O</w:t>
      </w:r>
      <w:r w:rsidR="001F315F" w:rsidRPr="007C0A96">
        <w:t xml:space="preserve">peracji </w:t>
      </w:r>
      <w:r w:rsidR="001F315F">
        <w:t>N</w:t>
      </w:r>
      <w:r w:rsidRPr="007C0A96">
        <w:t xml:space="preserve">aczyniowych, zwany dalej „rejestrem”; </w:t>
      </w:r>
    </w:p>
    <w:p w:rsidR="007C0A96" w:rsidRPr="007C0A96" w:rsidRDefault="00B25029" w:rsidP="007C0A96">
      <w:pPr>
        <w:pStyle w:val="PKTpunkt"/>
      </w:pPr>
      <w:r w:rsidRPr="007C0A96">
        <w:t>2)</w:t>
      </w:r>
      <w:r w:rsidRPr="007C0A96">
        <w:tab/>
        <w:t>sposób prowadzenia rejestru;</w:t>
      </w:r>
    </w:p>
    <w:p w:rsidR="007C0A96" w:rsidRPr="007C0A96" w:rsidRDefault="00B25029" w:rsidP="007C0A96">
      <w:pPr>
        <w:pStyle w:val="PKTpunkt"/>
      </w:pPr>
      <w:r w:rsidRPr="007C0A96">
        <w:t>3)</w:t>
      </w:r>
      <w:r w:rsidRPr="007C0A96">
        <w:tab/>
        <w:t xml:space="preserve">usługodawców </w:t>
      </w:r>
      <w:r w:rsidR="001F315F" w:rsidRPr="001F315F">
        <w:t xml:space="preserve">i podmiot prowadzący rejestry publiczne oraz rejestry medyczne </w:t>
      </w:r>
      <w:r w:rsidR="001F315F" w:rsidRPr="007C0A96">
        <w:t>obowiązan</w:t>
      </w:r>
      <w:r w:rsidR="001F315F">
        <w:t>e</w:t>
      </w:r>
      <w:r w:rsidR="001F315F" w:rsidRPr="007C0A96">
        <w:t xml:space="preserve"> </w:t>
      </w:r>
      <w:r w:rsidRPr="007C0A96">
        <w:t xml:space="preserve">do przekazywania danych do rejestru oraz sposób i termin przekazywania </w:t>
      </w:r>
      <w:r w:rsidR="001F315F">
        <w:t>pr</w:t>
      </w:r>
      <w:bookmarkStart w:id="0" w:name="_GoBack"/>
      <w:bookmarkEnd w:id="0"/>
      <w:r w:rsidR="001F315F">
        <w:t xml:space="preserve">zez nich </w:t>
      </w:r>
      <w:r w:rsidRPr="007C0A96">
        <w:t>danych do rejestru;</w:t>
      </w:r>
    </w:p>
    <w:p w:rsidR="007C0A96" w:rsidRPr="007C0A96" w:rsidRDefault="00B25029" w:rsidP="007C0A96">
      <w:pPr>
        <w:pStyle w:val="PKTpunkt"/>
      </w:pPr>
      <w:r w:rsidRPr="007C0A96">
        <w:t>4)</w:t>
      </w:r>
      <w:r w:rsidRPr="007C0A96">
        <w:tab/>
        <w:t>zakres i rodzaj danych przetwarzanych w rejestrze spośród danych określonych w art. 4 ust. 3 ustawy z dnia 28 kwietnia 2011 r. o systemie informacji w ochronie zdrowia, zwanej dalej „ustawą”;</w:t>
      </w:r>
    </w:p>
    <w:p w:rsidR="007C0A96" w:rsidRPr="007C0A96" w:rsidRDefault="00B25029" w:rsidP="007C0A96">
      <w:pPr>
        <w:pStyle w:val="PKTpunkt"/>
      </w:pPr>
      <w:r w:rsidRPr="007C0A96">
        <w:t>5)</w:t>
      </w:r>
      <w:r w:rsidRPr="007C0A96">
        <w:tab/>
        <w:t>rodzaje identyfikatorów przetwarzanych w rejestrze spośród identyfikatorów określonych w art. 17c ust. 2</w:t>
      </w:r>
      <w:r>
        <w:t>–</w:t>
      </w:r>
      <w:r w:rsidRPr="007C0A96">
        <w:t>5 ustawy.</w:t>
      </w:r>
    </w:p>
    <w:p w:rsidR="00D62421" w:rsidRPr="00377A72" w:rsidRDefault="00B25029" w:rsidP="00FD7313">
      <w:pPr>
        <w:pStyle w:val="ARTartustawynprozporzdzenia"/>
        <w:rPr>
          <w:rStyle w:val="Ppogrubienie"/>
          <w:b w:val="0"/>
        </w:rPr>
      </w:pPr>
      <w:r w:rsidRPr="007C0A96">
        <w:rPr>
          <w:rStyle w:val="Ppogrubienie"/>
        </w:rPr>
        <w:t>§  2.</w:t>
      </w:r>
      <w:r w:rsidRPr="007C0A96">
        <w:t xml:space="preserve">  </w:t>
      </w:r>
      <w:r w:rsidRPr="00377A72">
        <w:tab/>
        <w:t>Podmiotem prowadzącym reje</w:t>
      </w:r>
      <w:r w:rsidRPr="00795C59">
        <w:t xml:space="preserve">str jest </w:t>
      </w:r>
      <w:r w:rsidRPr="00377A72">
        <w:t>Samodzielny Publiczny Szpital Kliniczny nr 2 PUM w Szczecinie.</w:t>
      </w:r>
      <w:r w:rsidR="00FD7313">
        <w:t xml:space="preserve"> </w:t>
      </w:r>
    </w:p>
    <w:p w:rsidR="001F315F" w:rsidRDefault="00B25029" w:rsidP="00FD7313">
      <w:pPr>
        <w:pStyle w:val="ARTartustawynprozporzdzenia"/>
      </w:pPr>
      <w:r w:rsidRPr="007C0A96">
        <w:rPr>
          <w:rStyle w:val="Ppogrubienie"/>
        </w:rPr>
        <w:t>§ 3.</w:t>
      </w:r>
      <w:r w:rsidRPr="007C0A96">
        <w:t xml:space="preserve"> Rejestr jest prowadzony z wykorzystaniem systemu teleinformatycznego</w:t>
      </w:r>
      <w:r w:rsidR="00D62421">
        <w:t>.</w:t>
      </w:r>
      <w:r w:rsidR="00D62421" w:rsidRPr="007C0A96">
        <w:t xml:space="preserve"> </w:t>
      </w:r>
    </w:p>
    <w:p w:rsidR="007C0A96" w:rsidRPr="006C0B5B" w:rsidRDefault="00B25029" w:rsidP="006C0B5B">
      <w:pPr>
        <w:pStyle w:val="ARTartustawynprozporzdzenia"/>
      </w:pPr>
      <w:r w:rsidRPr="006C0B5B">
        <w:rPr>
          <w:rStyle w:val="Ppogrubienie"/>
        </w:rPr>
        <w:t xml:space="preserve">§ </w:t>
      </w:r>
      <w:r w:rsidR="001F315F">
        <w:rPr>
          <w:rStyle w:val="Ppogrubienie"/>
        </w:rPr>
        <w:t>4</w:t>
      </w:r>
      <w:r w:rsidRPr="006C0B5B">
        <w:rPr>
          <w:rStyle w:val="Ppogrubienie"/>
        </w:rPr>
        <w:t>.</w:t>
      </w:r>
      <w:r>
        <w:t xml:space="preserve"> </w:t>
      </w:r>
      <w:r w:rsidRPr="006C0B5B">
        <w:t>W rejestrze przetwarza się dane i i</w:t>
      </w:r>
      <w:r>
        <w:t>nformacje</w:t>
      </w:r>
      <w:r w:rsidRPr="006C0B5B">
        <w:t xml:space="preserve"> obejmujące:</w:t>
      </w:r>
    </w:p>
    <w:p w:rsidR="007C0A96" w:rsidRPr="006C0B5B" w:rsidRDefault="00B25029" w:rsidP="006C0B5B">
      <w:pPr>
        <w:pStyle w:val="PKTpunkt"/>
      </w:pPr>
      <w:r w:rsidRPr="006C0B5B">
        <w:t>1)</w:t>
      </w:r>
      <w:r w:rsidRPr="006C0B5B">
        <w:tab/>
        <w:t>dane osobowe dotyczące usługobiorcy:</w:t>
      </w:r>
    </w:p>
    <w:p w:rsidR="007C0A96" w:rsidRPr="006C0B5B" w:rsidRDefault="00B25029" w:rsidP="006C0B5B">
      <w:pPr>
        <w:pStyle w:val="LITlitera"/>
      </w:pPr>
      <w:r w:rsidRPr="006C0B5B">
        <w:t>a)</w:t>
      </w:r>
      <w:r w:rsidRPr="006C0B5B">
        <w:tab/>
        <w:t>imię (imiona) i nazwisko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b)</w:t>
      </w:r>
      <w:r w:rsidRPr="006C0B5B">
        <w:tab/>
        <w:t>płeć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c)</w:t>
      </w:r>
      <w:r w:rsidRPr="006C0B5B">
        <w:tab/>
        <w:t>obywatelstwo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d)</w:t>
      </w:r>
      <w:r w:rsidRPr="006C0B5B">
        <w:tab/>
        <w:t>wykształcenie</w:t>
      </w:r>
      <w:r>
        <w:t>,</w:t>
      </w:r>
    </w:p>
    <w:p w:rsidR="00D62421" w:rsidRDefault="00B25029" w:rsidP="006C0B5B">
      <w:pPr>
        <w:pStyle w:val="LITlitera"/>
      </w:pPr>
      <w:r w:rsidRPr="006C0B5B">
        <w:lastRenderedPageBreak/>
        <w:t>e)</w:t>
      </w:r>
      <w:r w:rsidRPr="006C0B5B">
        <w:tab/>
        <w:t xml:space="preserve">numer PESEL, </w:t>
      </w:r>
    </w:p>
    <w:p w:rsidR="00D62421" w:rsidRDefault="00D62421" w:rsidP="006C0B5B">
      <w:pPr>
        <w:pStyle w:val="LITlitera"/>
      </w:pPr>
      <w:r>
        <w:t xml:space="preserve">f) </w:t>
      </w:r>
      <w:r w:rsidRPr="00D62421">
        <w:t>datę urodzenia,</w:t>
      </w:r>
    </w:p>
    <w:p w:rsidR="007C0A96" w:rsidRPr="006C0B5B" w:rsidRDefault="00D62421" w:rsidP="006C0B5B">
      <w:pPr>
        <w:pStyle w:val="LITlitera"/>
      </w:pPr>
      <w:r>
        <w:t xml:space="preserve">g) </w:t>
      </w:r>
      <w:r w:rsidR="00B25029" w:rsidRPr="006C0B5B">
        <w:t xml:space="preserve">w przypadku osób, które nie mają nadanego numeru PESEL - </w:t>
      </w:r>
      <w:r w:rsidR="00B25029">
        <w:t xml:space="preserve">serię i </w:t>
      </w:r>
      <w:r w:rsidR="00B25029" w:rsidRPr="006C0B5B">
        <w:t xml:space="preserve">numer paszportu albo innego dokumentu </w:t>
      </w:r>
      <w:r w:rsidR="00B25029">
        <w:t>po</w:t>
      </w:r>
      <w:r w:rsidR="00B25029" w:rsidRPr="006C0B5B">
        <w:t>twierdzającego tożsamość</w:t>
      </w:r>
      <w:r w:rsidR="00B25029">
        <w:t>,</w:t>
      </w:r>
      <w:r w:rsidRPr="00D62421">
        <w:t xml:space="preserve"> albo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w sprawie identyfikacji elektronicznej i usług zaufania w odniesieniu do transakcji elektronicznych na rynku wewnętrznym</w:t>
      </w:r>
      <w:r w:rsidR="008C5260" w:rsidRPr="008C5260">
        <w:t>(Dz. Urz. UE L235 z 9.</w:t>
      </w:r>
      <w:r w:rsidR="008C5260">
        <w:t>09.2015 r., str. 1 z późn. zm.</w:t>
      </w:r>
      <w:r w:rsidR="008C5260">
        <w:rPr>
          <w:rStyle w:val="Odwoanieprzypisudolnego"/>
        </w:rPr>
        <w:footnoteReference w:id="2"/>
      </w:r>
      <w:r w:rsidR="008C5260" w:rsidRPr="00C2737F">
        <w:rPr>
          <w:rStyle w:val="IGindeksgrny"/>
        </w:rPr>
        <w:t>)</w:t>
      </w:r>
      <w:r w:rsidR="008C5260" w:rsidRPr="008C5260">
        <w:t>),</w:t>
      </w:r>
      <w:r w:rsidRPr="00D62421">
        <w:t>,</w:t>
      </w:r>
    </w:p>
    <w:p w:rsidR="007C0A96" w:rsidRPr="006C0B5B" w:rsidRDefault="00D62421" w:rsidP="006C0B5B">
      <w:pPr>
        <w:pStyle w:val="LITlitera"/>
      </w:pPr>
      <w:r>
        <w:t>h</w:t>
      </w:r>
      <w:r w:rsidR="00B25029" w:rsidRPr="006C0B5B">
        <w:t>)</w:t>
      </w:r>
      <w:r w:rsidR="00B25029" w:rsidRPr="006C0B5B">
        <w:tab/>
        <w:t xml:space="preserve">adres miejsca zamieszkania </w:t>
      </w:r>
      <w:r>
        <w:t>i</w:t>
      </w:r>
      <w:r w:rsidR="00B25029" w:rsidRPr="006C0B5B">
        <w:t xml:space="preserve"> adres do korespondencji</w:t>
      </w:r>
      <w:r w:rsidR="00B25029">
        <w:t>,</w:t>
      </w:r>
    </w:p>
    <w:p w:rsidR="007C0A96" w:rsidRPr="006C0B5B" w:rsidRDefault="00B25029" w:rsidP="006C0B5B">
      <w:pPr>
        <w:pStyle w:val="LITlitera"/>
      </w:pPr>
      <w:r w:rsidRPr="006C0B5B">
        <w:t>h)</w:t>
      </w:r>
      <w:r w:rsidRPr="006C0B5B">
        <w:tab/>
        <w:t>numer telefonu kontaktowego</w:t>
      </w:r>
      <w:r>
        <w:t>,</w:t>
      </w:r>
    </w:p>
    <w:p w:rsidR="007C0A96" w:rsidRDefault="00B25029" w:rsidP="006C0B5B">
      <w:pPr>
        <w:pStyle w:val="LITlitera"/>
      </w:pPr>
      <w:r w:rsidRPr="006C0B5B">
        <w:t>i)</w:t>
      </w:r>
      <w:r w:rsidRPr="006C0B5B">
        <w:tab/>
        <w:t>datę zgonu;</w:t>
      </w:r>
    </w:p>
    <w:p w:rsidR="00736FA1" w:rsidRPr="006C0B5B" w:rsidRDefault="00736FA1" w:rsidP="000B65E0">
      <w:pPr>
        <w:pStyle w:val="LITlitera"/>
        <w:tabs>
          <w:tab w:val="left" w:pos="1155"/>
        </w:tabs>
      </w:pPr>
      <w:r>
        <w:t xml:space="preserve">j) </w:t>
      </w:r>
      <w:r>
        <w:tab/>
      </w:r>
      <w:r w:rsidRPr="00736FA1">
        <w:t>wyjściową przyczynę zgonu lub symbol wyjściowej przyczyny zgonu według wybranej i obowiązującej w rejestrze klasyfikacji;</w:t>
      </w:r>
    </w:p>
    <w:p w:rsidR="007C0A96" w:rsidRPr="006C0B5B" w:rsidRDefault="00B25029" w:rsidP="006C0B5B">
      <w:pPr>
        <w:pStyle w:val="PKTpunkt"/>
      </w:pPr>
      <w:r w:rsidRPr="006C0B5B">
        <w:t>2)</w:t>
      </w:r>
      <w:r w:rsidRPr="006C0B5B">
        <w:tab/>
        <w:t>jednostkowe dane medyczne dotyczące usługobiorcy</w:t>
      </w:r>
      <w:r w:rsidR="00F4797A">
        <w:t xml:space="preserve"> obejmujące</w:t>
      </w:r>
      <w:r w:rsidRPr="006C0B5B">
        <w:t>:</w:t>
      </w:r>
    </w:p>
    <w:p w:rsidR="007C0A96" w:rsidRPr="006C0B5B" w:rsidRDefault="00B25029" w:rsidP="006C0B5B">
      <w:pPr>
        <w:pStyle w:val="LITlitera"/>
      </w:pPr>
      <w:r w:rsidRPr="006C0B5B">
        <w:t>a)</w:t>
      </w:r>
      <w:r w:rsidRPr="006C0B5B">
        <w:tab/>
      </w:r>
      <w:r>
        <w:t xml:space="preserve">jego </w:t>
      </w:r>
      <w:r w:rsidRPr="006C0B5B">
        <w:t xml:space="preserve">stan </w:t>
      </w:r>
      <w:r>
        <w:t>zdrowia w chwili postawienia</w:t>
      </w:r>
      <w:r w:rsidRPr="006C0B5B">
        <w:t xml:space="preserve"> diagnozy: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status według wybranej i obowiązującej w rejestrze klasyfikacji</w:t>
      </w:r>
      <w:r w:rsidR="00F4797A">
        <w:t xml:space="preserve"> choroby podstawowej</w:t>
      </w:r>
      <w:r w:rsidRPr="006C0B5B"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czynniki prognostyczne,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indeks prognostyczny,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</w:r>
      <w:r w:rsidR="00F4797A" w:rsidRPr="006C0B5B">
        <w:t>chorob</w:t>
      </w:r>
      <w:r w:rsidR="00F4797A">
        <w:t>y</w:t>
      </w:r>
      <w:r w:rsidR="00F4797A" w:rsidRPr="006C0B5B">
        <w:t xml:space="preserve"> współistniejąc</w:t>
      </w:r>
      <w:r w:rsidR="00F4797A">
        <w:t>e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b)</w:t>
      </w:r>
      <w:r w:rsidRPr="006C0B5B">
        <w:tab/>
        <w:t>dat</w:t>
      </w:r>
      <w:r>
        <w:t>ę</w:t>
      </w:r>
      <w:r w:rsidRPr="006C0B5B">
        <w:t xml:space="preserve"> rodzaj i wynik wykonanych badań diagnostycznych oraz nazwy technologii medycznych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c)</w:t>
      </w:r>
      <w:r w:rsidRPr="006C0B5B">
        <w:tab/>
        <w:t>rozpoznanie choroby: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dat</w:t>
      </w:r>
      <w:r>
        <w:t>ę</w:t>
      </w:r>
      <w:r w:rsidRPr="006C0B5B">
        <w:t xml:space="preserve"> rozpoznania choroby</w:t>
      </w:r>
      <w:r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kod choroby według wybranej i obowiązującej w rejestrze klasyfikacji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d)</w:t>
      </w:r>
      <w:r w:rsidRPr="006C0B5B">
        <w:tab/>
        <w:t>dat</w:t>
      </w:r>
      <w:r>
        <w:t>ę</w:t>
      </w:r>
      <w:r w:rsidRPr="006C0B5B">
        <w:t xml:space="preserve"> i rodzaj leczenia</w:t>
      </w:r>
      <w:r w:rsidR="00736FA1">
        <w:t xml:space="preserve">, </w:t>
      </w:r>
      <w:r w:rsidR="00736FA1" w:rsidRPr="00736FA1">
        <w:t>w tym leczenia interwencyjnego</w:t>
      </w:r>
      <w:r w:rsidRPr="006C0B5B">
        <w:t>: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dat</w:t>
      </w:r>
      <w:r>
        <w:t>ę</w:t>
      </w:r>
      <w:r w:rsidRPr="006C0B5B">
        <w:t xml:space="preserve"> i rodzaj wdrożonej terapii</w:t>
      </w:r>
      <w:r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nazw</w:t>
      </w:r>
      <w:r>
        <w:t>ę</w:t>
      </w:r>
      <w:r w:rsidRPr="006C0B5B">
        <w:t xml:space="preserve"> produktu </w:t>
      </w:r>
      <w:r>
        <w:t xml:space="preserve">leczniczego lub wyrobu </w:t>
      </w:r>
      <w:r w:rsidRPr="006C0B5B">
        <w:t>medycznego</w:t>
      </w:r>
      <w:r>
        <w:t>, lub</w:t>
      </w:r>
      <w:r w:rsidRPr="006C0B5B">
        <w:t xml:space="preserve"> procedury medycznej</w:t>
      </w:r>
      <w:r>
        <w:t>, lub</w:t>
      </w:r>
      <w:r w:rsidRPr="006C0B5B">
        <w:t xml:space="preserve"> schematu leczenia</w:t>
      </w:r>
      <w:r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dat</w:t>
      </w:r>
      <w:r>
        <w:t>ę</w:t>
      </w:r>
      <w:r w:rsidRPr="006C0B5B">
        <w:t xml:space="preserve"> zakończenia leczenia</w:t>
      </w:r>
      <w:r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przyczyn</w:t>
      </w:r>
      <w:r>
        <w:t>ę</w:t>
      </w:r>
      <w:r w:rsidRPr="006C0B5B">
        <w:t xml:space="preserve"> zakończenia leczenia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e)</w:t>
      </w:r>
      <w:r w:rsidRPr="006C0B5B">
        <w:tab/>
      </w:r>
      <w:r w:rsidR="00DD269A" w:rsidRPr="006C0B5B">
        <w:t>monitorowani</w:t>
      </w:r>
      <w:r w:rsidR="00DD269A">
        <w:t xml:space="preserve">e </w:t>
      </w:r>
      <w:r w:rsidR="00DD269A" w:rsidRPr="006C0B5B">
        <w:t xml:space="preserve"> </w:t>
      </w:r>
      <w:r w:rsidRPr="006C0B5B">
        <w:t xml:space="preserve">stanu </w:t>
      </w:r>
      <w:r>
        <w:t>zdrowia usługobiorcy</w:t>
      </w:r>
      <w:r w:rsidRPr="006C0B5B">
        <w:t>: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dat</w:t>
      </w:r>
      <w:r>
        <w:t>ę</w:t>
      </w:r>
      <w:r w:rsidRPr="006C0B5B">
        <w:t xml:space="preserve"> ostatniego kontaktu</w:t>
      </w:r>
      <w:r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 xml:space="preserve">aktualny stan </w:t>
      </w:r>
      <w:r>
        <w:t>zdrowia,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przyczyn</w:t>
      </w:r>
      <w:r>
        <w:t>ę</w:t>
      </w:r>
      <w:r w:rsidRPr="006C0B5B">
        <w:t xml:space="preserve"> zgonu według wybranej i obowiązującej w rejestrze klasyfikacji</w:t>
      </w:r>
      <w:r>
        <w:t>,</w:t>
      </w:r>
    </w:p>
    <w:p w:rsidR="007C0A96" w:rsidRPr="006C0B5B" w:rsidRDefault="00B25029" w:rsidP="006C0B5B">
      <w:pPr>
        <w:pStyle w:val="TIRtiret"/>
      </w:pPr>
      <w:r w:rsidRPr="006C0B5B">
        <w:t>-</w:t>
      </w:r>
      <w:r w:rsidRPr="006C0B5B">
        <w:tab/>
        <w:t>informacj</w:t>
      </w:r>
      <w:r>
        <w:t>ę</w:t>
      </w:r>
      <w:r w:rsidRPr="006C0B5B">
        <w:t xml:space="preserve"> o powikłaniach pooperacyjnych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f)</w:t>
      </w:r>
      <w:r w:rsidRPr="006C0B5B">
        <w:tab/>
        <w:t xml:space="preserve">dotyczące przeżywalności </w:t>
      </w:r>
      <w:r>
        <w:t>usługobiorcy,</w:t>
      </w:r>
    </w:p>
    <w:p w:rsidR="007C0A96" w:rsidRPr="006C0B5B" w:rsidRDefault="00B25029" w:rsidP="006C0B5B">
      <w:pPr>
        <w:pStyle w:val="LITlitera"/>
      </w:pPr>
      <w:r w:rsidRPr="006C0B5B">
        <w:t>g)</w:t>
      </w:r>
      <w:r w:rsidRPr="006C0B5B">
        <w:tab/>
        <w:t>datę przyjęcia i dokonania wypisu od usługodawcy</w:t>
      </w:r>
      <w:r>
        <w:t>,</w:t>
      </w:r>
    </w:p>
    <w:p w:rsidR="00736FA1" w:rsidRPr="006C0B5B" w:rsidRDefault="00B25029" w:rsidP="006C0B5B">
      <w:pPr>
        <w:pStyle w:val="LITlitera"/>
      </w:pPr>
      <w:r w:rsidRPr="006C0B5B">
        <w:t>h)</w:t>
      </w:r>
      <w:r w:rsidRPr="006C0B5B">
        <w:tab/>
        <w:t>tryb przyjęcia i wypisu od usługodawcy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i)</w:t>
      </w:r>
      <w:r w:rsidR="00736FA1" w:rsidRPr="00736FA1">
        <w:t xml:space="preserve"> nazw</w:t>
      </w:r>
      <w:r w:rsidR="00736FA1">
        <w:t>ę</w:t>
      </w:r>
      <w:r w:rsidR="00736FA1" w:rsidRPr="00736FA1">
        <w:t xml:space="preserve"> i adres usługodawcy, od którego usługobiorca został przyjęty, lub nazwy komórki organizacyjnej, jeżeli przyjęcie miało miejsce u tego samego usługodawcy,</w:t>
      </w:r>
    </w:p>
    <w:p w:rsidR="007C0A96" w:rsidRPr="006C0B5B" w:rsidRDefault="00B25029" w:rsidP="006C0B5B">
      <w:pPr>
        <w:pStyle w:val="LITlitera"/>
      </w:pPr>
      <w:r w:rsidRPr="006C0B5B">
        <w:t>j)</w:t>
      </w:r>
      <w:r w:rsidRPr="006C0B5B">
        <w:tab/>
        <w:t>liczbę dni hospitalizacji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k)</w:t>
      </w:r>
      <w:r w:rsidRPr="006C0B5B">
        <w:tab/>
        <w:t>datę przyjęcia i datę wypisu z oddziału szpitalnego usługodawcy, w którym realizowano świadczenie</w:t>
      </w:r>
      <w:r w:rsidR="00736FA1">
        <w:t xml:space="preserve"> opieki zdrowotnej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l)</w:t>
      </w:r>
      <w:r w:rsidRPr="006C0B5B">
        <w:tab/>
        <w:t>miejsce lub podmiot do którego</w:t>
      </w:r>
      <w:r>
        <w:t xml:space="preserve"> usługobiorca</w:t>
      </w:r>
      <w:r w:rsidRPr="006C0B5B">
        <w:t xml:space="preserve"> został przekazany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m)</w:t>
      </w:r>
      <w:r w:rsidRPr="006C0B5B">
        <w:tab/>
        <w:t>czynnik</w:t>
      </w:r>
      <w:r w:rsidR="00DD269A">
        <w:t>i</w:t>
      </w:r>
      <w:r w:rsidRPr="006C0B5B">
        <w:t xml:space="preserve"> ryzyka zachorowania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n)</w:t>
      </w:r>
      <w:r w:rsidRPr="006C0B5B">
        <w:tab/>
      </w:r>
      <w:r w:rsidR="00DD269A" w:rsidRPr="006C0B5B">
        <w:t>przedoperacyjn</w:t>
      </w:r>
      <w:r w:rsidR="00DD269A">
        <w:t xml:space="preserve">e </w:t>
      </w:r>
      <w:r w:rsidRPr="006C0B5B">
        <w:t>czynnik</w:t>
      </w:r>
      <w:r w:rsidR="00DD269A">
        <w:t>i</w:t>
      </w:r>
      <w:r w:rsidRPr="006C0B5B">
        <w:t xml:space="preserve"> ryzyka, umożliwiające kalkulacje skali ryzyka według wybranej i obowiązującej w rejestrze klasyfikacji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o)</w:t>
      </w:r>
      <w:r w:rsidRPr="006C0B5B">
        <w:tab/>
      </w:r>
      <w:r w:rsidR="00DD269A">
        <w:t>wykaz</w:t>
      </w:r>
      <w:r w:rsidR="00377A72" w:rsidRPr="00377A72">
        <w:t xml:space="preserve"> </w:t>
      </w:r>
      <w:r w:rsidR="00DD269A" w:rsidRPr="00377A72">
        <w:t>produkt</w:t>
      </w:r>
      <w:r w:rsidR="00DD269A">
        <w:t>ów</w:t>
      </w:r>
      <w:r w:rsidR="00DD269A" w:rsidRPr="00377A72">
        <w:t xml:space="preserve"> </w:t>
      </w:r>
      <w:r w:rsidR="00377A72" w:rsidRPr="00377A72">
        <w:t xml:space="preserve">leczniczych, </w:t>
      </w:r>
      <w:r w:rsidR="00DD269A" w:rsidRPr="00377A72">
        <w:t>wyrob</w:t>
      </w:r>
      <w:r w:rsidR="00DD269A">
        <w:t>ów</w:t>
      </w:r>
      <w:r w:rsidR="00DD269A" w:rsidRPr="00377A72">
        <w:t xml:space="preserve"> </w:t>
      </w:r>
      <w:r w:rsidR="00377A72" w:rsidRPr="00377A72">
        <w:t xml:space="preserve">medycznych </w:t>
      </w:r>
      <w:r w:rsidR="00377A72">
        <w:t xml:space="preserve">stosowanych przed wykonaniem świadczenia opieki zdrowotnej, </w:t>
      </w:r>
    </w:p>
    <w:p w:rsidR="007C0A96" w:rsidRPr="006C0B5B" w:rsidRDefault="00B25029" w:rsidP="006C0B5B">
      <w:pPr>
        <w:pStyle w:val="LITlitera"/>
      </w:pPr>
      <w:r w:rsidRPr="006C0B5B">
        <w:t>p)</w:t>
      </w:r>
      <w:r w:rsidRPr="006C0B5B">
        <w:tab/>
      </w:r>
      <w:r w:rsidR="00DD269A" w:rsidRPr="006C0B5B">
        <w:t>produkt</w:t>
      </w:r>
      <w:r w:rsidR="00DD269A">
        <w:t>y</w:t>
      </w:r>
      <w:r w:rsidR="00DD269A" w:rsidRPr="006C0B5B">
        <w:t xml:space="preserve"> lecznicz</w:t>
      </w:r>
      <w:r w:rsidR="00DD269A">
        <w:t>e</w:t>
      </w:r>
      <w:r>
        <w:t xml:space="preserve">, </w:t>
      </w:r>
      <w:r w:rsidR="00DD269A">
        <w:t xml:space="preserve">wyroby </w:t>
      </w:r>
      <w:r w:rsidR="0088002D">
        <w:t xml:space="preserve">medyczne </w:t>
      </w:r>
      <w:r>
        <w:t xml:space="preserve">lub </w:t>
      </w:r>
      <w:r w:rsidR="00DD269A">
        <w:t xml:space="preserve">schematy </w:t>
      </w:r>
      <w:r>
        <w:t>działania</w:t>
      </w:r>
      <w:r w:rsidRPr="006C0B5B">
        <w:t xml:space="preserve"> </w:t>
      </w:r>
      <w:r w:rsidR="00DD269A" w:rsidRPr="006C0B5B">
        <w:t>stosowan</w:t>
      </w:r>
      <w:r w:rsidR="00DD269A">
        <w:t>e</w:t>
      </w:r>
      <w:r w:rsidR="00DD269A" w:rsidRPr="006C0B5B">
        <w:t xml:space="preserve"> </w:t>
      </w:r>
      <w:r w:rsidRPr="006C0B5B">
        <w:t>w trakcie hospitalizacji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q)</w:t>
      </w:r>
      <w:r w:rsidRPr="006C0B5B">
        <w:tab/>
      </w:r>
      <w:r w:rsidR="00DD269A" w:rsidRPr="006C0B5B">
        <w:t>produkt</w:t>
      </w:r>
      <w:r w:rsidR="00DD269A">
        <w:t>y</w:t>
      </w:r>
      <w:r w:rsidR="00DD269A" w:rsidRPr="006C0B5B">
        <w:t xml:space="preserve"> lecznicz</w:t>
      </w:r>
      <w:r w:rsidR="00DD269A">
        <w:t>e</w:t>
      </w:r>
      <w:r>
        <w:t>,</w:t>
      </w:r>
      <w:r w:rsidRPr="006C0B5B">
        <w:t xml:space="preserve"> </w:t>
      </w:r>
      <w:r w:rsidR="00DD269A">
        <w:t xml:space="preserve">wyroby medyczne </w:t>
      </w:r>
      <w:r>
        <w:t xml:space="preserve">lub </w:t>
      </w:r>
      <w:r w:rsidR="00DD269A">
        <w:t xml:space="preserve">schematy </w:t>
      </w:r>
      <w:r>
        <w:t>działania</w:t>
      </w:r>
      <w:r w:rsidRPr="006C0B5B">
        <w:t xml:space="preserve"> zlecon</w:t>
      </w:r>
      <w:r w:rsidR="00DD269A">
        <w:t>e</w:t>
      </w:r>
      <w:r w:rsidRPr="006C0B5B">
        <w:t xml:space="preserve"> przy wypisie oraz o</w:t>
      </w:r>
      <w:r w:rsidR="004808F3">
        <w:t>kreślenie</w:t>
      </w:r>
      <w:r w:rsidRPr="006C0B5B">
        <w:t xml:space="preserve"> dalszych plan</w:t>
      </w:r>
      <w:r w:rsidR="004808F3">
        <w:t>ów</w:t>
      </w:r>
      <w:r w:rsidRPr="006C0B5B">
        <w:t xml:space="preserve"> i </w:t>
      </w:r>
      <w:r w:rsidR="004808F3" w:rsidRPr="006C0B5B">
        <w:t>zalece</w:t>
      </w:r>
      <w:r w:rsidR="004808F3">
        <w:t>ń</w:t>
      </w:r>
      <w:r w:rsidR="004808F3" w:rsidRPr="006C0B5B">
        <w:t xml:space="preserve"> </w:t>
      </w:r>
      <w:r w:rsidRPr="006C0B5B">
        <w:t>po wypisie obejmujących diagnostykę, leczenie i rehabilitację;</w:t>
      </w:r>
    </w:p>
    <w:p w:rsidR="007C0A96" w:rsidRPr="006C0B5B" w:rsidRDefault="00B25029" w:rsidP="006C0B5B">
      <w:pPr>
        <w:pStyle w:val="LITlitera"/>
      </w:pPr>
      <w:r w:rsidRPr="006C0B5B">
        <w:t>r)</w:t>
      </w:r>
      <w:r w:rsidRPr="006C0B5B">
        <w:tab/>
        <w:t>numer w księdze głównej przyjęć i wypisów, pod którym dokonano wpisu o przyjęciu usługobiorcy, któremu udzielono świadczenia, rok dokonania wpisu i numer księgi głównej</w:t>
      </w:r>
      <w:r>
        <w:t>,</w:t>
      </w:r>
    </w:p>
    <w:p w:rsidR="007C0A96" w:rsidRPr="006C0B5B" w:rsidRDefault="00B25029" w:rsidP="006C0B5B">
      <w:pPr>
        <w:pStyle w:val="LITlitera"/>
      </w:pPr>
      <w:r w:rsidRPr="006C0B5B">
        <w:t>s)</w:t>
      </w:r>
      <w:r w:rsidRPr="006C0B5B">
        <w:tab/>
        <w:t>informacje o efektach klinicznych i jakościowych</w:t>
      </w:r>
      <w:r>
        <w:t>,</w:t>
      </w:r>
    </w:p>
    <w:p w:rsidR="007C0A96" w:rsidRDefault="00B25029" w:rsidP="006C0B5B">
      <w:pPr>
        <w:pStyle w:val="LITlitera"/>
      </w:pPr>
      <w:r w:rsidRPr="006C0B5B">
        <w:t>t)</w:t>
      </w:r>
      <w:r w:rsidRPr="006C0B5B">
        <w:tab/>
        <w:t xml:space="preserve">informacje o </w:t>
      </w:r>
      <w:r>
        <w:t>zdarzeniach takich jak amputacje</w:t>
      </w:r>
      <w:r w:rsidRPr="006C0B5B">
        <w:t xml:space="preserve"> kończyn, zgon, udar</w:t>
      </w:r>
      <w:r>
        <w:t xml:space="preserve"> mózgu u </w:t>
      </w:r>
      <w:r w:rsidRPr="006C0B5B">
        <w:t>usługobiorców, który</w:t>
      </w:r>
      <w:r>
        <w:t xml:space="preserve">m wykonano </w:t>
      </w:r>
      <w:r w:rsidR="00377A72">
        <w:t>świadczenie opieki zdrowotnej</w:t>
      </w:r>
      <w:r>
        <w:t>;</w:t>
      </w:r>
    </w:p>
    <w:p w:rsidR="00377A72" w:rsidRPr="00377A72" w:rsidRDefault="00377A72" w:rsidP="00377A72">
      <w:pPr>
        <w:pStyle w:val="LITlitera"/>
      </w:pPr>
      <w:r w:rsidRPr="00377A72">
        <w:t xml:space="preserve">w) </w:t>
      </w:r>
      <w:r w:rsidR="004808F3" w:rsidRPr="00377A72">
        <w:t>ocen</w:t>
      </w:r>
      <w:r w:rsidR="004808F3">
        <w:t>ę</w:t>
      </w:r>
      <w:r w:rsidR="004808F3" w:rsidRPr="00377A72">
        <w:t xml:space="preserve"> </w:t>
      </w:r>
      <w:r w:rsidRPr="00377A72">
        <w:t>skuteczności  terapii, zdarzeń niepożądanych i jakości życia w 30 dni po zabiegu,</w:t>
      </w:r>
    </w:p>
    <w:p w:rsidR="00377A72" w:rsidRPr="006C0B5B" w:rsidRDefault="00377A72" w:rsidP="00377A72">
      <w:pPr>
        <w:pStyle w:val="LITlitera"/>
      </w:pPr>
      <w:r w:rsidRPr="00377A72">
        <w:t xml:space="preserve">x) </w:t>
      </w:r>
      <w:r w:rsidR="004808F3" w:rsidRPr="00377A72">
        <w:t>ocen</w:t>
      </w:r>
      <w:r w:rsidR="004808F3">
        <w:t>ę</w:t>
      </w:r>
      <w:r w:rsidR="004808F3" w:rsidRPr="00377A72">
        <w:t xml:space="preserve"> </w:t>
      </w:r>
      <w:r w:rsidRPr="00377A72">
        <w:t>skuteczności terapii,  zdarzeń niepożądanych i jakości życia w 12 miesięcy po zabiegu;</w:t>
      </w:r>
    </w:p>
    <w:p w:rsidR="007C0A96" w:rsidRPr="006C0B5B" w:rsidRDefault="00B25029" w:rsidP="006C0B5B">
      <w:pPr>
        <w:pStyle w:val="PKTpunkt"/>
      </w:pPr>
      <w:r w:rsidRPr="006C0B5B">
        <w:t>3)</w:t>
      </w:r>
      <w:r w:rsidRPr="006C0B5B">
        <w:tab/>
        <w:t>identyfikator usługodawcy, o którym mowa w art. 17c ust. 3 pkt 1 ustawy;</w:t>
      </w:r>
    </w:p>
    <w:p w:rsidR="007C0A96" w:rsidRPr="006C0B5B" w:rsidRDefault="00B25029" w:rsidP="006C0B5B">
      <w:pPr>
        <w:pStyle w:val="PKTpunkt"/>
      </w:pPr>
      <w:r w:rsidRPr="006C0B5B">
        <w:t>4)</w:t>
      </w:r>
      <w:r w:rsidRPr="006C0B5B">
        <w:tab/>
        <w:t>identyfikator miejsca udzielania świadczeń opieki zdrowotnej, o którym mowa w art. 17c ust. 4 pkt 1 ustawy;</w:t>
      </w:r>
    </w:p>
    <w:p w:rsidR="007C0A96" w:rsidRPr="006C0B5B" w:rsidRDefault="00B25029" w:rsidP="006C0B5B">
      <w:pPr>
        <w:pStyle w:val="PKTpunkt"/>
      </w:pPr>
      <w:r w:rsidRPr="006C0B5B">
        <w:t>5)</w:t>
      </w:r>
      <w:r w:rsidRPr="006C0B5B">
        <w:tab/>
        <w:t>identyfikator pracownika medycznego, o którym mowa w art. 17c ust. 5 ustawy, który:</w:t>
      </w:r>
    </w:p>
    <w:p w:rsidR="007C0A96" w:rsidRPr="006C0B5B" w:rsidRDefault="00B25029" w:rsidP="006C0B5B">
      <w:pPr>
        <w:pStyle w:val="LITlitera"/>
      </w:pPr>
      <w:r w:rsidRPr="006C0B5B">
        <w:t>a)</w:t>
      </w:r>
      <w:r w:rsidRPr="006C0B5B">
        <w:tab/>
        <w:t>wprowadził dane do rejestru</w:t>
      </w:r>
      <w:r>
        <w:t>,</w:t>
      </w:r>
    </w:p>
    <w:p w:rsidR="00BB0DFB" w:rsidRDefault="00B25029" w:rsidP="00FD7313">
      <w:pPr>
        <w:pStyle w:val="LITlitera"/>
      </w:pPr>
      <w:r w:rsidRPr="006C0B5B">
        <w:t>b)</w:t>
      </w:r>
      <w:r w:rsidRPr="006C0B5B">
        <w:tab/>
        <w:t>wykonał dane świadczenie</w:t>
      </w:r>
      <w:r w:rsidR="00F4797A">
        <w:t xml:space="preserve"> opieki zdrowotnej</w:t>
      </w:r>
      <w:r w:rsidRPr="006C0B5B">
        <w:t>.</w:t>
      </w:r>
    </w:p>
    <w:p w:rsidR="00BB0DFB" w:rsidRDefault="00BB0DFB" w:rsidP="00FD7313">
      <w:pPr>
        <w:pStyle w:val="ARTartustawynprozporzdzenia"/>
      </w:pPr>
      <w:r w:rsidRPr="00FD7313">
        <w:rPr>
          <w:rStyle w:val="Ppogrubienie"/>
        </w:rPr>
        <w:t xml:space="preserve">§ </w:t>
      </w:r>
      <w:r w:rsidR="00F4797A" w:rsidRPr="00FD7313">
        <w:rPr>
          <w:rStyle w:val="Ppogrubienie"/>
        </w:rPr>
        <w:t>5</w:t>
      </w:r>
      <w:r w:rsidRPr="00FD7313">
        <w:rPr>
          <w:rStyle w:val="Ppogrubienie"/>
        </w:rPr>
        <w:t>.</w:t>
      </w:r>
      <w:r>
        <w:t xml:space="preserve"> </w:t>
      </w:r>
      <w:r w:rsidR="00B25029" w:rsidRPr="007C0A96">
        <w:t>Dane</w:t>
      </w:r>
      <w:r w:rsidR="00B25029">
        <w:t xml:space="preserve"> i </w:t>
      </w:r>
      <w:r w:rsidR="00F4797A">
        <w:t>i</w:t>
      </w:r>
      <w:r w:rsidR="001F315F">
        <w:t xml:space="preserve">dentyfikatory, o których mowa w § 4,  </w:t>
      </w:r>
      <w:r w:rsidR="00B25029" w:rsidRPr="007C0A96">
        <w:t>są przekazywane do rejestru</w:t>
      </w:r>
      <w:r w:rsidR="008C5260">
        <w:t xml:space="preserve"> przez</w:t>
      </w:r>
      <w:r>
        <w:t>:</w:t>
      </w:r>
    </w:p>
    <w:p w:rsidR="001F315F" w:rsidRPr="001F315F" w:rsidRDefault="00BB0DFB" w:rsidP="00FD7313">
      <w:pPr>
        <w:pStyle w:val="PKTpunkt"/>
      </w:pPr>
      <w:r>
        <w:t xml:space="preserve">1) </w:t>
      </w:r>
      <w:r w:rsidR="004808F3">
        <w:t>usługodawcę wykonującego</w:t>
      </w:r>
      <w:r w:rsidR="001F315F" w:rsidRPr="001F315F">
        <w:t>:</w:t>
      </w:r>
    </w:p>
    <w:p w:rsidR="001F315F" w:rsidRPr="001F315F" w:rsidRDefault="001F315F" w:rsidP="00FD7313">
      <w:pPr>
        <w:pStyle w:val="LITlitera"/>
      </w:pPr>
      <w:r w:rsidRPr="001F315F">
        <w:t>a) operacje tętnic i żył w obrębie jamy brzusznej,</w:t>
      </w:r>
    </w:p>
    <w:p w:rsidR="001F315F" w:rsidRPr="001F315F" w:rsidRDefault="001F315F" w:rsidP="00FD7313">
      <w:pPr>
        <w:pStyle w:val="LITlitera"/>
      </w:pPr>
      <w:r w:rsidRPr="001F315F">
        <w:t>b) operacje hybrydowe w obrębie tętnic i żył obwodowych,</w:t>
      </w:r>
    </w:p>
    <w:p w:rsidR="001F315F" w:rsidRPr="001F315F" w:rsidRDefault="001F315F" w:rsidP="00FD7313">
      <w:pPr>
        <w:pStyle w:val="LITlitera"/>
      </w:pPr>
      <w:r w:rsidRPr="001F315F">
        <w:t>c) operacje na tętnicach kończyn dolnych,</w:t>
      </w:r>
    </w:p>
    <w:p w:rsidR="001F315F" w:rsidRPr="001F315F" w:rsidRDefault="001F315F" w:rsidP="00FD7313">
      <w:pPr>
        <w:pStyle w:val="LITlitera"/>
      </w:pPr>
      <w:r w:rsidRPr="001F315F">
        <w:t>d) pomostowanie tętnic obwodowych,</w:t>
      </w:r>
    </w:p>
    <w:p w:rsidR="001F315F" w:rsidRPr="001F315F" w:rsidRDefault="001F315F" w:rsidP="00FD7313">
      <w:pPr>
        <w:pStyle w:val="LITlitera"/>
      </w:pPr>
      <w:r w:rsidRPr="001F315F">
        <w:t>e) operacje pozaczaszkowych tętnic mózgowych i kończyn górnych,</w:t>
      </w:r>
    </w:p>
    <w:p w:rsidR="001F315F" w:rsidRPr="001F315F" w:rsidRDefault="001F315F" w:rsidP="00FD7313">
      <w:pPr>
        <w:pStyle w:val="LITlitera"/>
      </w:pPr>
      <w:r w:rsidRPr="001F315F">
        <w:t>f) sympatektomie,</w:t>
      </w:r>
    </w:p>
    <w:p w:rsidR="001F315F" w:rsidRPr="001F315F" w:rsidRDefault="001F315F" w:rsidP="00FD7313">
      <w:pPr>
        <w:pStyle w:val="LITlitera"/>
      </w:pPr>
      <w:r w:rsidRPr="001F315F">
        <w:t>g) operacje wewnątrznaczyniowe w obrębie tętnic i żył obwodowych, w tym zaopatrzenie chorób aorty (w przypadku tętniaka, rozwarstwienia, wrzodu drążącego, pęknięcia, urazu),</w:t>
      </w:r>
    </w:p>
    <w:p w:rsidR="001F315F" w:rsidRPr="001F315F" w:rsidRDefault="001F315F" w:rsidP="00FD7313">
      <w:pPr>
        <w:pStyle w:val="LITlitera"/>
      </w:pPr>
      <w:r w:rsidRPr="001F315F">
        <w:t>h) operacje wytwarzania dostępu naczyniowego,</w:t>
      </w:r>
    </w:p>
    <w:p w:rsidR="001F315F" w:rsidRPr="001F315F" w:rsidRDefault="001F315F" w:rsidP="00FD7313">
      <w:pPr>
        <w:pStyle w:val="LITlitera"/>
      </w:pPr>
      <w:r w:rsidRPr="001F315F">
        <w:t>i) inne niż określone w lit. a–g operacje na naczyniach, z wyjątkiem operacji na tętnicach wieńcowych i tętnicach wewnątrzczaszkowych,</w:t>
      </w:r>
    </w:p>
    <w:p w:rsidR="001F315F" w:rsidRPr="001F315F" w:rsidRDefault="001F315F" w:rsidP="00FD7313">
      <w:pPr>
        <w:pStyle w:val="LITlitera"/>
      </w:pPr>
      <w:r w:rsidRPr="001F315F">
        <w:t>j) amputacje u usługobiorców z niedokrwieniem kończyn dolnych,</w:t>
      </w:r>
    </w:p>
    <w:p w:rsidR="004808F3" w:rsidRDefault="001F315F" w:rsidP="00FD7313">
      <w:pPr>
        <w:pStyle w:val="LITlitera"/>
      </w:pPr>
      <w:r w:rsidRPr="001F315F">
        <w:t xml:space="preserve">k) przezskórnych implantacji stentów w poszerzaniu koarktacji aorty z uwzględnieniem </w:t>
      </w:r>
      <w:r w:rsidR="004808F3">
        <w:t xml:space="preserve">                       </w:t>
      </w:r>
    </w:p>
    <w:p w:rsidR="001F315F" w:rsidRDefault="004808F3" w:rsidP="00FD7313">
      <w:pPr>
        <w:pStyle w:val="LITlitera"/>
      </w:pPr>
      <w:r>
        <w:t xml:space="preserve">    </w:t>
      </w:r>
      <w:r w:rsidR="001F315F" w:rsidRPr="001F315F">
        <w:t xml:space="preserve">balonowych angioplastyk </w:t>
      </w:r>
    </w:p>
    <w:p w:rsidR="00BB0DFB" w:rsidRDefault="004808F3" w:rsidP="00FD7313">
      <w:pPr>
        <w:pStyle w:val="CZWSPLITczwsplnaliter"/>
      </w:pPr>
      <w:r>
        <w:t>-</w:t>
      </w:r>
      <w:r w:rsidR="00BB0DFB">
        <w:t xml:space="preserve"> w zakresie, o którym mowa w § </w:t>
      </w:r>
      <w:r w:rsidR="001F315F">
        <w:t>4</w:t>
      </w:r>
      <w:r w:rsidR="00BB0DFB">
        <w:t xml:space="preserve">, </w:t>
      </w:r>
      <w:r w:rsidR="00BB0DFB" w:rsidRPr="00BB0DFB">
        <w:t xml:space="preserve">za pośrednictwem dedykowanego systemu informatycznego, w terminie do 10. dnia miesiąca następującego po miesiącu, w którym usługodawca wykazał do rozliczenia </w:t>
      </w:r>
      <w:r>
        <w:t xml:space="preserve"> dane </w:t>
      </w:r>
      <w:r w:rsidR="00BB0DFB" w:rsidRPr="00BB0DFB">
        <w:t>świadczenie;</w:t>
      </w:r>
    </w:p>
    <w:p w:rsidR="00EF02E8" w:rsidRDefault="00BB0DFB" w:rsidP="00FD7313">
      <w:pPr>
        <w:pStyle w:val="PKTpunkt"/>
      </w:pPr>
      <w:r>
        <w:t xml:space="preserve">2) Narodowy Fundusz Zdrowia w zakresie, o którym </w:t>
      </w:r>
      <w:r w:rsidRPr="00FD7313">
        <w:t>mowa</w:t>
      </w:r>
      <w:r>
        <w:t xml:space="preserve"> w § </w:t>
      </w:r>
      <w:r w:rsidR="008C5260">
        <w:t xml:space="preserve">4 </w:t>
      </w:r>
      <w:r>
        <w:t>w pkt 1 lit. b, e, f, g, i  oraz j</w:t>
      </w:r>
      <w:r w:rsidR="00543BEC">
        <w:t>, w pkt 2 lit.  d</w:t>
      </w:r>
      <w:r w:rsidR="00F4797A">
        <w:t xml:space="preserve"> oraz </w:t>
      </w:r>
      <w:r w:rsidR="00543BEC">
        <w:t xml:space="preserve">g </w:t>
      </w:r>
      <w:r>
        <w:t xml:space="preserve">oraz pkt 3 i 4  </w:t>
      </w:r>
      <w:r w:rsidRPr="00BB0DFB">
        <w:t>do systemu, o którym mowa w pkt 1, w terminie do 120 dni po przekazaniu danych przez usługodawcę.</w:t>
      </w:r>
    </w:p>
    <w:p w:rsidR="00F4797A" w:rsidRPr="006C0B5B" w:rsidRDefault="00F4797A" w:rsidP="00FD7313">
      <w:pPr>
        <w:pStyle w:val="ARTartustawynprozporzdzenia"/>
        <w:rPr>
          <w:rStyle w:val="Ppogrubienie"/>
          <w:b w:val="0"/>
        </w:rPr>
      </w:pPr>
      <w:r w:rsidRPr="00FD7313">
        <w:rPr>
          <w:rStyle w:val="Ppogrubienie"/>
        </w:rPr>
        <w:t>§ 6</w:t>
      </w:r>
      <w:r>
        <w:t xml:space="preserve">. </w:t>
      </w:r>
      <w:r w:rsidRPr="00F4797A">
        <w:t>Tworzy się Rejestr Operacji Naczyniowych</w:t>
      </w:r>
      <w:r>
        <w:t>.</w:t>
      </w:r>
    </w:p>
    <w:p w:rsidR="00854FF0" w:rsidRPr="00854FF0" w:rsidRDefault="00B25029" w:rsidP="00FD7313">
      <w:pPr>
        <w:pStyle w:val="ARTartustawynprozporzdzenia"/>
      </w:pPr>
      <w:r w:rsidRPr="00FD7313">
        <w:rPr>
          <w:rStyle w:val="Ppogrubienie"/>
        </w:rPr>
        <w:t>§ 7</w:t>
      </w:r>
      <w:r w:rsidRPr="006C0B5B">
        <w:rPr>
          <w:rStyle w:val="Ppogrubienie"/>
          <w:b w:val="0"/>
        </w:rPr>
        <w:t>.</w:t>
      </w:r>
      <w:r w:rsidRPr="006C0B5B">
        <w:tab/>
      </w:r>
      <w:r w:rsidRPr="00333C84">
        <w:t xml:space="preserve">Rozporządzenie </w:t>
      </w:r>
      <w:r w:rsidRPr="00FD7313">
        <w:t>wchodzi</w:t>
      </w:r>
      <w:r w:rsidRPr="00333C84">
        <w:t xml:space="preserve"> w życie po upływie 14 dni od dnia ogłoszenia</w:t>
      </w:r>
      <w:r>
        <w:t>.</w:t>
      </w:r>
      <w:r w:rsidRPr="006C0B5B">
        <w:t xml:space="preserve"> </w:t>
      </w:r>
    </w:p>
    <w:p w:rsidR="000B65E0" w:rsidRDefault="000B65E0" w:rsidP="00E57DA4">
      <w:pPr>
        <w:pStyle w:val="NAZORGWYDnazwaorganuwydajcegoprojektowanyakt"/>
      </w:pPr>
    </w:p>
    <w:p w:rsidR="00854FF0" w:rsidRPr="00854FF0" w:rsidRDefault="00B25029" w:rsidP="00E57DA4">
      <w:pPr>
        <w:pStyle w:val="NAZORGWYDnazwaorganuwydajcegoprojektowanyakt"/>
      </w:pPr>
      <w:r w:rsidRPr="00854FF0">
        <w:tab/>
        <w:t xml:space="preserve">MINISTER ZDROWIA </w:t>
      </w:r>
    </w:p>
    <w:p w:rsidR="00261A16" w:rsidRPr="00737F6A" w:rsidRDefault="00F322FB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101" w:rsidRDefault="00C81101">
      <w:pPr>
        <w:spacing w:line="240" w:lineRule="auto"/>
      </w:pPr>
      <w:r>
        <w:separator/>
      </w:r>
    </w:p>
  </w:endnote>
  <w:endnote w:type="continuationSeparator" w:id="0">
    <w:p w:rsidR="00C81101" w:rsidRDefault="00C81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101" w:rsidRDefault="00C81101">
      <w:r>
        <w:separator/>
      </w:r>
    </w:p>
  </w:footnote>
  <w:footnote w:type="continuationSeparator" w:id="0">
    <w:p w:rsidR="00C81101" w:rsidRDefault="00C81101">
      <w:r>
        <w:continuationSeparator/>
      </w:r>
    </w:p>
  </w:footnote>
  <w:footnote w:id="1">
    <w:p w:rsidR="00854FF0" w:rsidRDefault="00B25029" w:rsidP="00854FF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854FF0">
        <w:t>Minister Zdrowia kieruje działem administracji rządowej – zdrowie, na podstawie § 1 ust. 2 rozporządzenia Prezesa Rady Ministrów z dnia 10 stycznia 2018 r. w sprawie szczegółowego zakresu działania Ministra Zdrowia (Dz. U. poz. 95).</w:t>
      </w:r>
    </w:p>
  </w:footnote>
  <w:footnote w:id="2">
    <w:p w:rsidR="008C5260" w:rsidRDefault="008C5260" w:rsidP="00D45730">
      <w:pPr>
        <w:pStyle w:val="ODNONIKSPECtreodnonikadoodnonika"/>
      </w:pPr>
      <w:r>
        <w:rPr>
          <w:rStyle w:val="Odwoanieprzypisudolnego"/>
        </w:rPr>
        <w:footnoteRef/>
      </w:r>
      <w:r w:rsidRPr="00D45730">
        <w:rPr>
          <w:rStyle w:val="IGindeksgrny"/>
        </w:rPr>
        <w:t>)</w:t>
      </w:r>
      <w:r>
        <w:t xml:space="preserve"> </w:t>
      </w:r>
      <w:r w:rsidRPr="008C5260">
        <w:t>Zmiany wymienionego rozporządzenia zostały ogłoszone w Dz. Urz. UE L28 z 4.04.2016 r., str. 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B2502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322F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4BD6DEC6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E336402E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A71AFF8A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E6166D8C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2626EA52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3762B92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E8C43C02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9B5C9B5A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77821E5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A2A63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3A5196" w:tentative="1">
      <w:start w:val="1"/>
      <w:numFmt w:val="lowerLetter"/>
      <w:lvlText w:val="%2."/>
      <w:lvlJc w:val="left"/>
      <w:pPr>
        <w:ind w:left="1440" w:hanging="360"/>
      </w:pPr>
    </w:lvl>
    <w:lvl w:ilvl="2" w:tplc="41A6CDF0" w:tentative="1">
      <w:start w:val="1"/>
      <w:numFmt w:val="lowerRoman"/>
      <w:lvlText w:val="%3."/>
      <w:lvlJc w:val="right"/>
      <w:pPr>
        <w:ind w:left="2160" w:hanging="180"/>
      </w:pPr>
    </w:lvl>
    <w:lvl w:ilvl="3" w:tplc="30301D04" w:tentative="1">
      <w:start w:val="1"/>
      <w:numFmt w:val="decimal"/>
      <w:lvlText w:val="%4."/>
      <w:lvlJc w:val="left"/>
      <w:pPr>
        <w:ind w:left="2880" w:hanging="360"/>
      </w:pPr>
    </w:lvl>
    <w:lvl w:ilvl="4" w:tplc="7F6A8F04" w:tentative="1">
      <w:start w:val="1"/>
      <w:numFmt w:val="lowerLetter"/>
      <w:lvlText w:val="%5."/>
      <w:lvlJc w:val="left"/>
      <w:pPr>
        <w:ind w:left="3600" w:hanging="360"/>
      </w:pPr>
    </w:lvl>
    <w:lvl w:ilvl="5" w:tplc="2CDEB982" w:tentative="1">
      <w:start w:val="1"/>
      <w:numFmt w:val="lowerRoman"/>
      <w:lvlText w:val="%6."/>
      <w:lvlJc w:val="right"/>
      <w:pPr>
        <w:ind w:left="4320" w:hanging="180"/>
      </w:pPr>
    </w:lvl>
    <w:lvl w:ilvl="6" w:tplc="4782C308" w:tentative="1">
      <w:start w:val="1"/>
      <w:numFmt w:val="decimal"/>
      <w:lvlText w:val="%7."/>
      <w:lvlJc w:val="left"/>
      <w:pPr>
        <w:ind w:left="5040" w:hanging="360"/>
      </w:pPr>
    </w:lvl>
    <w:lvl w:ilvl="7" w:tplc="BC048A10" w:tentative="1">
      <w:start w:val="1"/>
      <w:numFmt w:val="lowerLetter"/>
      <w:lvlText w:val="%8."/>
      <w:lvlJc w:val="left"/>
      <w:pPr>
        <w:ind w:left="5760" w:hanging="360"/>
      </w:pPr>
    </w:lvl>
    <w:lvl w:ilvl="8" w:tplc="2990D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5CC115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7AB052F6" w:tentative="1">
      <w:start w:val="1"/>
      <w:numFmt w:val="lowerLetter"/>
      <w:lvlText w:val="%2."/>
      <w:lvlJc w:val="left"/>
      <w:pPr>
        <w:ind w:left="2463" w:hanging="360"/>
      </w:pPr>
    </w:lvl>
    <w:lvl w:ilvl="2" w:tplc="1D06DBD6" w:tentative="1">
      <w:start w:val="1"/>
      <w:numFmt w:val="lowerRoman"/>
      <w:lvlText w:val="%3."/>
      <w:lvlJc w:val="right"/>
      <w:pPr>
        <w:ind w:left="3183" w:hanging="180"/>
      </w:pPr>
    </w:lvl>
    <w:lvl w:ilvl="3" w:tplc="4CE2DCDC" w:tentative="1">
      <w:start w:val="1"/>
      <w:numFmt w:val="decimal"/>
      <w:lvlText w:val="%4."/>
      <w:lvlJc w:val="left"/>
      <w:pPr>
        <w:ind w:left="3903" w:hanging="360"/>
      </w:pPr>
    </w:lvl>
    <w:lvl w:ilvl="4" w:tplc="86F4DE14" w:tentative="1">
      <w:start w:val="1"/>
      <w:numFmt w:val="lowerLetter"/>
      <w:lvlText w:val="%5."/>
      <w:lvlJc w:val="left"/>
      <w:pPr>
        <w:ind w:left="4623" w:hanging="360"/>
      </w:pPr>
    </w:lvl>
    <w:lvl w:ilvl="5" w:tplc="40546C44" w:tentative="1">
      <w:start w:val="1"/>
      <w:numFmt w:val="lowerRoman"/>
      <w:lvlText w:val="%6."/>
      <w:lvlJc w:val="right"/>
      <w:pPr>
        <w:ind w:left="5343" w:hanging="180"/>
      </w:pPr>
    </w:lvl>
    <w:lvl w:ilvl="6" w:tplc="CCF0AD5A" w:tentative="1">
      <w:start w:val="1"/>
      <w:numFmt w:val="decimal"/>
      <w:lvlText w:val="%7."/>
      <w:lvlJc w:val="left"/>
      <w:pPr>
        <w:ind w:left="6063" w:hanging="360"/>
      </w:pPr>
    </w:lvl>
    <w:lvl w:ilvl="7" w:tplc="C10A4ECA" w:tentative="1">
      <w:start w:val="1"/>
      <w:numFmt w:val="lowerLetter"/>
      <w:lvlText w:val="%8."/>
      <w:lvlJc w:val="left"/>
      <w:pPr>
        <w:ind w:left="6783" w:hanging="360"/>
      </w:pPr>
    </w:lvl>
    <w:lvl w:ilvl="8" w:tplc="FAD66E74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0E9CDEB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2B06DFEC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DCAE16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E2F686A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4AE62D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9F10B2C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B5040242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E5FEE68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6AF0E990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6AD265C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E9AE7A0A" w:tentative="1">
      <w:start w:val="1"/>
      <w:numFmt w:val="lowerLetter"/>
      <w:lvlText w:val="%2."/>
      <w:lvlJc w:val="left"/>
      <w:pPr>
        <w:ind w:left="1440" w:hanging="360"/>
      </w:pPr>
    </w:lvl>
    <w:lvl w:ilvl="2" w:tplc="5DA882B8" w:tentative="1">
      <w:start w:val="1"/>
      <w:numFmt w:val="lowerRoman"/>
      <w:lvlText w:val="%3."/>
      <w:lvlJc w:val="right"/>
      <w:pPr>
        <w:ind w:left="2160" w:hanging="180"/>
      </w:pPr>
    </w:lvl>
    <w:lvl w:ilvl="3" w:tplc="5C966A7A" w:tentative="1">
      <w:start w:val="1"/>
      <w:numFmt w:val="decimal"/>
      <w:lvlText w:val="%4."/>
      <w:lvlJc w:val="left"/>
      <w:pPr>
        <w:ind w:left="2880" w:hanging="360"/>
      </w:pPr>
    </w:lvl>
    <w:lvl w:ilvl="4" w:tplc="29E4748C" w:tentative="1">
      <w:start w:val="1"/>
      <w:numFmt w:val="lowerLetter"/>
      <w:lvlText w:val="%5."/>
      <w:lvlJc w:val="left"/>
      <w:pPr>
        <w:ind w:left="3600" w:hanging="360"/>
      </w:pPr>
    </w:lvl>
    <w:lvl w:ilvl="5" w:tplc="79DC6796" w:tentative="1">
      <w:start w:val="1"/>
      <w:numFmt w:val="lowerRoman"/>
      <w:lvlText w:val="%6."/>
      <w:lvlJc w:val="right"/>
      <w:pPr>
        <w:ind w:left="4320" w:hanging="180"/>
      </w:pPr>
    </w:lvl>
    <w:lvl w:ilvl="6" w:tplc="3DB47612" w:tentative="1">
      <w:start w:val="1"/>
      <w:numFmt w:val="decimal"/>
      <w:lvlText w:val="%7."/>
      <w:lvlJc w:val="left"/>
      <w:pPr>
        <w:ind w:left="5040" w:hanging="360"/>
      </w:pPr>
    </w:lvl>
    <w:lvl w:ilvl="7" w:tplc="26AE3A88" w:tentative="1">
      <w:start w:val="1"/>
      <w:numFmt w:val="lowerLetter"/>
      <w:lvlText w:val="%8."/>
      <w:lvlJc w:val="left"/>
      <w:pPr>
        <w:ind w:left="5760" w:hanging="360"/>
      </w:pPr>
    </w:lvl>
    <w:lvl w:ilvl="8" w:tplc="EF52CF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8BF492E2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5650B41E" w:tentative="1">
      <w:start w:val="1"/>
      <w:numFmt w:val="lowerLetter"/>
      <w:lvlText w:val="%2."/>
      <w:lvlJc w:val="left"/>
      <w:pPr>
        <w:ind w:left="3348" w:hanging="360"/>
      </w:pPr>
    </w:lvl>
    <w:lvl w:ilvl="2" w:tplc="964C5258" w:tentative="1">
      <w:start w:val="1"/>
      <w:numFmt w:val="lowerRoman"/>
      <w:lvlText w:val="%3."/>
      <w:lvlJc w:val="right"/>
      <w:pPr>
        <w:ind w:left="4068" w:hanging="180"/>
      </w:pPr>
    </w:lvl>
    <w:lvl w:ilvl="3" w:tplc="88BE8BFA" w:tentative="1">
      <w:start w:val="1"/>
      <w:numFmt w:val="decimal"/>
      <w:lvlText w:val="%4."/>
      <w:lvlJc w:val="left"/>
      <w:pPr>
        <w:ind w:left="4788" w:hanging="360"/>
      </w:pPr>
    </w:lvl>
    <w:lvl w:ilvl="4" w:tplc="7D6AE6B0" w:tentative="1">
      <w:start w:val="1"/>
      <w:numFmt w:val="lowerLetter"/>
      <w:lvlText w:val="%5."/>
      <w:lvlJc w:val="left"/>
      <w:pPr>
        <w:ind w:left="5508" w:hanging="360"/>
      </w:pPr>
    </w:lvl>
    <w:lvl w:ilvl="5" w:tplc="8C2044D4" w:tentative="1">
      <w:start w:val="1"/>
      <w:numFmt w:val="lowerRoman"/>
      <w:lvlText w:val="%6."/>
      <w:lvlJc w:val="right"/>
      <w:pPr>
        <w:ind w:left="6228" w:hanging="180"/>
      </w:pPr>
    </w:lvl>
    <w:lvl w:ilvl="6" w:tplc="D4346A20" w:tentative="1">
      <w:start w:val="1"/>
      <w:numFmt w:val="decimal"/>
      <w:lvlText w:val="%7."/>
      <w:lvlJc w:val="left"/>
      <w:pPr>
        <w:ind w:left="6948" w:hanging="360"/>
      </w:pPr>
    </w:lvl>
    <w:lvl w:ilvl="7" w:tplc="DCF0A6F2" w:tentative="1">
      <w:start w:val="1"/>
      <w:numFmt w:val="lowerLetter"/>
      <w:lvlText w:val="%8."/>
      <w:lvlJc w:val="left"/>
      <w:pPr>
        <w:ind w:left="7668" w:hanging="360"/>
      </w:pPr>
    </w:lvl>
    <w:lvl w:ilvl="8" w:tplc="210E8E64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595A6BBE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C662122A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36BC5AE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7849F5C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38AED05A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974CA434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2A01FA0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9B104430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45B0C5FE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B002BD3C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190E9488" w:tentative="1">
      <w:start w:val="1"/>
      <w:numFmt w:val="lowerLetter"/>
      <w:lvlText w:val="%2."/>
      <w:lvlJc w:val="left"/>
      <w:pPr>
        <w:ind w:left="2463" w:hanging="360"/>
      </w:pPr>
    </w:lvl>
    <w:lvl w:ilvl="2" w:tplc="93FE177C" w:tentative="1">
      <w:start w:val="1"/>
      <w:numFmt w:val="lowerRoman"/>
      <w:lvlText w:val="%3."/>
      <w:lvlJc w:val="right"/>
      <w:pPr>
        <w:ind w:left="3183" w:hanging="180"/>
      </w:pPr>
    </w:lvl>
    <w:lvl w:ilvl="3" w:tplc="4532FAA8" w:tentative="1">
      <w:start w:val="1"/>
      <w:numFmt w:val="decimal"/>
      <w:lvlText w:val="%4."/>
      <w:lvlJc w:val="left"/>
      <w:pPr>
        <w:ind w:left="3903" w:hanging="360"/>
      </w:pPr>
    </w:lvl>
    <w:lvl w:ilvl="4" w:tplc="8FC291AA" w:tentative="1">
      <w:start w:val="1"/>
      <w:numFmt w:val="lowerLetter"/>
      <w:lvlText w:val="%5."/>
      <w:lvlJc w:val="left"/>
      <w:pPr>
        <w:ind w:left="4623" w:hanging="360"/>
      </w:pPr>
    </w:lvl>
    <w:lvl w:ilvl="5" w:tplc="96DE4A7E" w:tentative="1">
      <w:start w:val="1"/>
      <w:numFmt w:val="lowerRoman"/>
      <w:lvlText w:val="%6."/>
      <w:lvlJc w:val="right"/>
      <w:pPr>
        <w:ind w:left="5343" w:hanging="180"/>
      </w:pPr>
    </w:lvl>
    <w:lvl w:ilvl="6" w:tplc="1752E370" w:tentative="1">
      <w:start w:val="1"/>
      <w:numFmt w:val="decimal"/>
      <w:lvlText w:val="%7."/>
      <w:lvlJc w:val="left"/>
      <w:pPr>
        <w:ind w:left="6063" w:hanging="360"/>
      </w:pPr>
    </w:lvl>
    <w:lvl w:ilvl="7" w:tplc="C3F8B31A" w:tentative="1">
      <w:start w:val="1"/>
      <w:numFmt w:val="lowerLetter"/>
      <w:lvlText w:val="%8."/>
      <w:lvlJc w:val="left"/>
      <w:pPr>
        <w:ind w:left="6783" w:hanging="360"/>
      </w:pPr>
    </w:lvl>
    <w:lvl w:ilvl="8" w:tplc="8F2ADE80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8C1C836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CA0480D6" w:tentative="1">
      <w:start w:val="1"/>
      <w:numFmt w:val="lowerLetter"/>
      <w:lvlText w:val="%2."/>
      <w:lvlJc w:val="left"/>
      <w:pPr>
        <w:ind w:left="2463" w:hanging="360"/>
      </w:pPr>
    </w:lvl>
    <w:lvl w:ilvl="2" w:tplc="01BE2B92" w:tentative="1">
      <w:start w:val="1"/>
      <w:numFmt w:val="lowerRoman"/>
      <w:lvlText w:val="%3."/>
      <w:lvlJc w:val="right"/>
      <w:pPr>
        <w:ind w:left="3183" w:hanging="180"/>
      </w:pPr>
    </w:lvl>
    <w:lvl w:ilvl="3" w:tplc="EA3CAD8E" w:tentative="1">
      <w:start w:val="1"/>
      <w:numFmt w:val="decimal"/>
      <w:lvlText w:val="%4."/>
      <w:lvlJc w:val="left"/>
      <w:pPr>
        <w:ind w:left="3903" w:hanging="360"/>
      </w:pPr>
    </w:lvl>
    <w:lvl w:ilvl="4" w:tplc="9C0E4984" w:tentative="1">
      <w:start w:val="1"/>
      <w:numFmt w:val="lowerLetter"/>
      <w:lvlText w:val="%5."/>
      <w:lvlJc w:val="left"/>
      <w:pPr>
        <w:ind w:left="4623" w:hanging="360"/>
      </w:pPr>
    </w:lvl>
    <w:lvl w:ilvl="5" w:tplc="BBB228CE" w:tentative="1">
      <w:start w:val="1"/>
      <w:numFmt w:val="lowerRoman"/>
      <w:lvlText w:val="%6."/>
      <w:lvlJc w:val="right"/>
      <w:pPr>
        <w:ind w:left="5343" w:hanging="180"/>
      </w:pPr>
    </w:lvl>
    <w:lvl w:ilvl="6" w:tplc="E4F4EB98" w:tentative="1">
      <w:start w:val="1"/>
      <w:numFmt w:val="decimal"/>
      <w:lvlText w:val="%7."/>
      <w:lvlJc w:val="left"/>
      <w:pPr>
        <w:ind w:left="6063" w:hanging="360"/>
      </w:pPr>
    </w:lvl>
    <w:lvl w:ilvl="7" w:tplc="AE56C79E" w:tentative="1">
      <w:start w:val="1"/>
      <w:numFmt w:val="lowerLetter"/>
      <w:lvlText w:val="%8."/>
      <w:lvlJc w:val="left"/>
      <w:pPr>
        <w:ind w:left="6783" w:hanging="360"/>
      </w:pPr>
    </w:lvl>
    <w:lvl w:ilvl="8" w:tplc="9A9007E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F36EB4"/>
    <w:multiLevelType w:val="hybridMultilevel"/>
    <w:tmpl w:val="6AE2F666"/>
    <w:lvl w:ilvl="0" w:tplc="34FCF94E">
      <w:start w:val="1"/>
      <w:numFmt w:val="lowerLetter"/>
      <w:lvlText w:val="%1)"/>
      <w:lvlJc w:val="left"/>
      <w:pPr>
        <w:ind w:left="1571" w:hanging="360"/>
      </w:pPr>
    </w:lvl>
    <w:lvl w:ilvl="1" w:tplc="CA162554" w:tentative="1">
      <w:start w:val="1"/>
      <w:numFmt w:val="lowerLetter"/>
      <w:lvlText w:val="%2."/>
      <w:lvlJc w:val="left"/>
      <w:pPr>
        <w:ind w:left="2291" w:hanging="360"/>
      </w:pPr>
    </w:lvl>
    <w:lvl w:ilvl="2" w:tplc="50B2228A" w:tentative="1">
      <w:start w:val="1"/>
      <w:numFmt w:val="lowerRoman"/>
      <w:lvlText w:val="%3."/>
      <w:lvlJc w:val="right"/>
      <w:pPr>
        <w:ind w:left="3011" w:hanging="180"/>
      </w:pPr>
    </w:lvl>
    <w:lvl w:ilvl="3" w:tplc="7A440970" w:tentative="1">
      <w:start w:val="1"/>
      <w:numFmt w:val="decimal"/>
      <w:lvlText w:val="%4."/>
      <w:lvlJc w:val="left"/>
      <w:pPr>
        <w:ind w:left="3731" w:hanging="360"/>
      </w:pPr>
    </w:lvl>
    <w:lvl w:ilvl="4" w:tplc="4D74AFC0" w:tentative="1">
      <w:start w:val="1"/>
      <w:numFmt w:val="lowerLetter"/>
      <w:lvlText w:val="%5."/>
      <w:lvlJc w:val="left"/>
      <w:pPr>
        <w:ind w:left="4451" w:hanging="360"/>
      </w:pPr>
    </w:lvl>
    <w:lvl w:ilvl="5" w:tplc="01906288" w:tentative="1">
      <w:start w:val="1"/>
      <w:numFmt w:val="lowerRoman"/>
      <w:lvlText w:val="%6."/>
      <w:lvlJc w:val="right"/>
      <w:pPr>
        <w:ind w:left="5171" w:hanging="180"/>
      </w:pPr>
    </w:lvl>
    <w:lvl w:ilvl="6" w:tplc="7426592A" w:tentative="1">
      <w:start w:val="1"/>
      <w:numFmt w:val="decimal"/>
      <w:lvlText w:val="%7."/>
      <w:lvlJc w:val="left"/>
      <w:pPr>
        <w:ind w:left="5891" w:hanging="360"/>
      </w:pPr>
    </w:lvl>
    <w:lvl w:ilvl="7" w:tplc="3A74D4E6" w:tentative="1">
      <w:start w:val="1"/>
      <w:numFmt w:val="lowerLetter"/>
      <w:lvlText w:val="%8."/>
      <w:lvlJc w:val="left"/>
      <w:pPr>
        <w:ind w:left="6611" w:hanging="360"/>
      </w:pPr>
    </w:lvl>
    <w:lvl w:ilvl="8" w:tplc="2A94C90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AABA174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4778394E" w:tentative="1">
      <w:start w:val="1"/>
      <w:numFmt w:val="lowerLetter"/>
      <w:lvlText w:val="%2."/>
      <w:lvlJc w:val="left"/>
      <w:pPr>
        <w:ind w:left="3348" w:hanging="360"/>
      </w:pPr>
    </w:lvl>
    <w:lvl w:ilvl="2" w:tplc="D758FD3A" w:tentative="1">
      <w:start w:val="1"/>
      <w:numFmt w:val="lowerRoman"/>
      <w:lvlText w:val="%3."/>
      <w:lvlJc w:val="right"/>
      <w:pPr>
        <w:ind w:left="4068" w:hanging="180"/>
      </w:pPr>
    </w:lvl>
    <w:lvl w:ilvl="3" w:tplc="4DD08C0E" w:tentative="1">
      <w:start w:val="1"/>
      <w:numFmt w:val="decimal"/>
      <w:lvlText w:val="%4."/>
      <w:lvlJc w:val="left"/>
      <w:pPr>
        <w:ind w:left="4788" w:hanging="360"/>
      </w:pPr>
    </w:lvl>
    <w:lvl w:ilvl="4" w:tplc="A1BC3BBC" w:tentative="1">
      <w:start w:val="1"/>
      <w:numFmt w:val="lowerLetter"/>
      <w:lvlText w:val="%5."/>
      <w:lvlJc w:val="left"/>
      <w:pPr>
        <w:ind w:left="5508" w:hanging="360"/>
      </w:pPr>
    </w:lvl>
    <w:lvl w:ilvl="5" w:tplc="170A247E" w:tentative="1">
      <w:start w:val="1"/>
      <w:numFmt w:val="lowerRoman"/>
      <w:lvlText w:val="%6."/>
      <w:lvlJc w:val="right"/>
      <w:pPr>
        <w:ind w:left="6228" w:hanging="180"/>
      </w:pPr>
    </w:lvl>
    <w:lvl w:ilvl="6" w:tplc="7A34B760" w:tentative="1">
      <w:start w:val="1"/>
      <w:numFmt w:val="decimal"/>
      <w:lvlText w:val="%7."/>
      <w:lvlJc w:val="left"/>
      <w:pPr>
        <w:ind w:left="6948" w:hanging="360"/>
      </w:pPr>
    </w:lvl>
    <w:lvl w:ilvl="7" w:tplc="929A89C8" w:tentative="1">
      <w:start w:val="1"/>
      <w:numFmt w:val="lowerLetter"/>
      <w:lvlText w:val="%8."/>
      <w:lvlJc w:val="left"/>
      <w:pPr>
        <w:ind w:left="7668" w:hanging="360"/>
      </w:pPr>
    </w:lvl>
    <w:lvl w:ilvl="8" w:tplc="5B16D590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5807768"/>
    <w:multiLevelType w:val="hybridMultilevel"/>
    <w:tmpl w:val="4C96A32E"/>
    <w:lvl w:ilvl="0" w:tplc="02A268D2">
      <w:start w:val="1"/>
      <w:numFmt w:val="decimal"/>
      <w:lvlText w:val="%1)"/>
      <w:lvlJc w:val="left"/>
      <w:pPr>
        <w:ind w:left="1230" w:hanging="360"/>
      </w:pPr>
    </w:lvl>
    <w:lvl w:ilvl="1" w:tplc="E0361D48" w:tentative="1">
      <w:start w:val="1"/>
      <w:numFmt w:val="lowerLetter"/>
      <w:lvlText w:val="%2."/>
      <w:lvlJc w:val="left"/>
      <w:pPr>
        <w:ind w:left="1950" w:hanging="360"/>
      </w:pPr>
    </w:lvl>
    <w:lvl w:ilvl="2" w:tplc="A936FEF4" w:tentative="1">
      <w:start w:val="1"/>
      <w:numFmt w:val="lowerRoman"/>
      <w:lvlText w:val="%3."/>
      <w:lvlJc w:val="right"/>
      <w:pPr>
        <w:ind w:left="2670" w:hanging="180"/>
      </w:pPr>
    </w:lvl>
    <w:lvl w:ilvl="3" w:tplc="85B87A26" w:tentative="1">
      <w:start w:val="1"/>
      <w:numFmt w:val="decimal"/>
      <w:lvlText w:val="%4."/>
      <w:lvlJc w:val="left"/>
      <w:pPr>
        <w:ind w:left="3390" w:hanging="360"/>
      </w:pPr>
    </w:lvl>
    <w:lvl w:ilvl="4" w:tplc="930232DE" w:tentative="1">
      <w:start w:val="1"/>
      <w:numFmt w:val="lowerLetter"/>
      <w:lvlText w:val="%5."/>
      <w:lvlJc w:val="left"/>
      <w:pPr>
        <w:ind w:left="4110" w:hanging="360"/>
      </w:pPr>
    </w:lvl>
    <w:lvl w:ilvl="5" w:tplc="E758D9F6" w:tentative="1">
      <w:start w:val="1"/>
      <w:numFmt w:val="lowerRoman"/>
      <w:lvlText w:val="%6."/>
      <w:lvlJc w:val="right"/>
      <w:pPr>
        <w:ind w:left="4830" w:hanging="180"/>
      </w:pPr>
    </w:lvl>
    <w:lvl w:ilvl="6" w:tplc="70948022" w:tentative="1">
      <w:start w:val="1"/>
      <w:numFmt w:val="decimal"/>
      <w:lvlText w:val="%7."/>
      <w:lvlJc w:val="left"/>
      <w:pPr>
        <w:ind w:left="5550" w:hanging="360"/>
      </w:pPr>
    </w:lvl>
    <w:lvl w:ilvl="7" w:tplc="25B27E82" w:tentative="1">
      <w:start w:val="1"/>
      <w:numFmt w:val="lowerLetter"/>
      <w:lvlText w:val="%8."/>
      <w:lvlJc w:val="left"/>
      <w:pPr>
        <w:ind w:left="6270" w:hanging="360"/>
      </w:pPr>
    </w:lvl>
    <w:lvl w:ilvl="8" w:tplc="B78265C2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2"/>
  </w:num>
  <w:num w:numId="7">
    <w:abstractNumId w:val="37"/>
  </w:num>
  <w:num w:numId="8">
    <w:abstractNumId w:val="32"/>
  </w:num>
  <w:num w:numId="9">
    <w:abstractNumId w:val="37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5"/>
  </w:num>
  <w:num w:numId="29">
    <w:abstractNumId w:val="38"/>
  </w:num>
  <w:num w:numId="30">
    <w:abstractNumId w:val="33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5"/>
  </w:num>
  <w:num w:numId="44">
    <w:abstractNumId w:val="12"/>
  </w:num>
  <w:num w:numId="45">
    <w:abstractNumId w:val="3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56"/>
    <w:rsid w:val="000B65E0"/>
    <w:rsid w:val="000F7643"/>
    <w:rsid w:val="001F315F"/>
    <w:rsid w:val="00377A72"/>
    <w:rsid w:val="003F3691"/>
    <w:rsid w:val="004808F3"/>
    <w:rsid w:val="00543BEC"/>
    <w:rsid w:val="006A4AD0"/>
    <w:rsid w:val="006C1FEA"/>
    <w:rsid w:val="006D0366"/>
    <w:rsid w:val="006D6635"/>
    <w:rsid w:val="00736FA1"/>
    <w:rsid w:val="00795C59"/>
    <w:rsid w:val="0081729C"/>
    <w:rsid w:val="0088002D"/>
    <w:rsid w:val="008C5260"/>
    <w:rsid w:val="009B7A53"/>
    <w:rsid w:val="00A37F56"/>
    <w:rsid w:val="00AC26DE"/>
    <w:rsid w:val="00B25029"/>
    <w:rsid w:val="00BB0DFB"/>
    <w:rsid w:val="00C03115"/>
    <w:rsid w:val="00C2737F"/>
    <w:rsid w:val="00C81101"/>
    <w:rsid w:val="00D42AF4"/>
    <w:rsid w:val="00D45730"/>
    <w:rsid w:val="00D62421"/>
    <w:rsid w:val="00D865FB"/>
    <w:rsid w:val="00DD269A"/>
    <w:rsid w:val="00E62989"/>
    <w:rsid w:val="00F322FB"/>
    <w:rsid w:val="00F4797A"/>
    <w:rsid w:val="00F9311E"/>
    <w:rsid w:val="00FD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353918-512C-4566-B2CB-F8A2FE3F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5260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5260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52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wozniak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B1BDC6-EC7A-4D1B-AF21-07D6576D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5</Pages>
  <Words>952</Words>
  <Characters>5762</Characters>
  <Application>Microsoft Office Word</Application>
  <DocSecurity>4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Kamila Malinowska</dc:creator>
  <cp:lastModifiedBy>Perzyńska Ewa</cp:lastModifiedBy>
  <cp:revision>2</cp:revision>
  <cp:lastPrinted>2019-08-28T07:00:00Z</cp:lastPrinted>
  <dcterms:created xsi:type="dcterms:W3CDTF">2019-11-14T12:24:00Z</dcterms:created>
  <dcterms:modified xsi:type="dcterms:W3CDTF">2019-11-14T12:24:00Z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